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65" w:rsidRPr="00B93F65" w:rsidRDefault="00B93F65" w:rsidP="00B93F65">
      <w:pPr>
        <w:rPr>
          <w:rFonts w:ascii="Lucida Handwriting" w:hAnsi="Lucida Handwriting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93F65">
        <w:rPr>
          <w:rFonts w:ascii="Lucida Handwriting" w:hAnsi="Lucida Handwriting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Dear Liam</w:t>
      </w:r>
      <w:r w:rsidR="00D54338">
        <w:rPr>
          <w:rFonts w:ascii="Lucida Handwriting" w:hAnsi="Lucida Handwriting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,</w:t>
      </w:r>
    </w:p>
    <w:p w:rsidR="00B93F65" w:rsidRDefault="00B93F65" w:rsidP="00B93F65">
      <w:pPr>
        <w:jc w:val="center"/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You are a very neat hand writer. In New Zealand we don’t have to link our writing </w:t>
      </w:r>
    </w:p>
    <w:p w:rsidR="00421256" w:rsidRDefault="00B93F65" w:rsidP="00B93F65">
      <w:pPr>
        <w:jc w:val="center"/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At Meadowbank School </w:t>
      </w:r>
      <w:r w:rsidR="00345185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we have a big gully</w:t>
      </w:r>
      <w:r w:rsidR="00421256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that is full of trees and a stream,</w:t>
      </w:r>
      <w:r w:rsidR="00345185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but we are not allowed to play in it</w:t>
      </w:r>
      <w:r w:rsidR="00421256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</w:t>
      </w:r>
    </w:p>
    <w:p w:rsidR="00421256" w:rsidRDefault="00421256" w:rsidP="00B93F65">
      <w:pPr>
        <w:jc w:val="center"/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 play</w:t>
      </w:r>
      <w:r w:rsidR="00F76B47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rugby, cricket and the piano, w</w:t>
      </w:r>
      <w:r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hen</w:t>
      </w:r>
      <w:r w:rsidR="00F76B47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 am not outside. It rains a lot and can sometimes flood in </w:t>
      </w:r>
      <w:r w:rsidR="00D54338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NZ.</w:t>
      </w:r>
    </w:p>
    <w:p w:rsidR="0078209D" w:rsidRDefault="00D54338" w:rsidP="00B93F65">
      <w:pPr>
        <w:jc w:val="center"/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This term we had our production on the Ancient Mariner. We were very tired the next day because it finished late at night.</w:t>
      </w:r>
      <w:r w:rsidR="0078209D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In our production we made a message that was to protect our sea and marine life.</w:t>
      </w:r>
    </w:p>
    <w:p w:rsidR="00FA5C39" w:rsidRDefault="0078209D" w:rsidP="00B93F65">
      <w:pPr>
        <w:jc w:val="center"/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We don’t have any wild animals except birds in NZ. What is your school like? Do you have many people at your school? We have over 750 students in Meadowbank. There are 4 classes in our year 6 group.</w:t>
      </w:r>
    </w:p>
    <w:p w:rsidR="00D54338" w:rsidRDefault="00FA5C39" w:rsidP="00B93F65">
      <w:pPr>
        <w:jc w:val="center"/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FROM ANDREW</w:t>
      </w:r>
      <w:bookmarkStart w:id="0" w:name="_GoBack"/>
      <w:bookmarkEnd w:id="0"/>
      <w:r w:rsidR="0078209D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</w:t>
      </w:r>
      <w:r w:rsidR="00D54338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</w:t>
      </w:r>
    </w:p>
    <w:p w:rsidR="009D4C96" w:rsidRPr="00B93F65" w:rsidRDefault="00345185" w:rsidP="00B93F65">
      <w:pPr>
        <w:jc w:val="center"/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93F65">
        <w:rPr>
          <w:rFonts w:ascii="Lucida Handwriting" w:hAnsi="Lucida Handwriting"/>
          <w:b/>
          <w:color w:val="00B05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</w:t>
      </w:r>
    </w:p>
    <w:sectPr w:rsidR="009D4C96" w:rsidRPr="00B93F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65"/>
    <w:rsid w:val="00345185"/>
    <w:rsid w:val="00421256"/>
    <w:rsid w:val="0078209D"/>
    <w:rsid w:val="009D4C96"/>
    <w:rsid w:val="00B93F65"/>
    <w:rsid w:val="00D54338"/>
    <w:rsid w:val="00F76B47"/>
    <w:rsid w:val="00FA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DF09AF17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2012-09-24T02:45:00Z</dcterms:created>
  <dcterms:modified xsi:type="dcterms:W3CDTF">2012-09-24T02:45:00Z</dcterms:modified>
</cp:coreProperties>
</file>